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F9" w:rsidRDefault="00C57DF9" w:rsidP="00335B3E">
      <w:pPr>
        <w:shd w:val="clear" w:color="auto" w:fill="FFFFFF"/>
        <w:spacing w:before="300" w:after="150" w:line="420" w:lineRule="atLeast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Прокуратура Неверкинского района разъясняет.</w:t>
      </w:r>
    </w:p>
    <w:p w:rsidR="00C57DF9" w:rsidRPr="00CD737E" w:rsidRDefault="00C57DF9" w:rsidP="00CD737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hyperlink r:id="rId4" w:history="1">
        <w:r w:rsidRPr="00CD737E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CD737E">
        <w:rPr>
          <w:rFonts w:ascii="Times New Roman" w:hAnsi="Times New Roman"/>
          <w:sz w:val="28"/>
          <w:szCs w:val="28"/>
        </w:rPr>
        <w:t>м Правительства РФ от 13.04.2019 N 443</w:t>
      </w:r>
      <w:bookmarkStart w:id="0" w:name="_GoBack"/>
      <w:r w:rsidRPr="00CD737E">
        <w:rPr>
          <w:rFonts w:ascii="Times New Roman" w:hAnsi="Times New Roman"/>
          <w:sz w:val="28"/>
          <w:szCs w:val="28"/>
        </w:rPr>
        <w:t>с</w:t>
      </w:r>
      <w:r w:rsidRPr="00CD737E">
        <w:rPr>
          <w:rFonts w:ascii="Times New Roman" w:hAnsi="Times New Roman"/>
          <w:bCs/>
          <w:sz w:val="28"/>
          <w:szCs w:val="28"/>
        </w:rPr>
        <w:t>окращен срок обеспечения инвалидов,</w:t>
      </w:r>
      <w:bookmarkEnd w:id="0"/>
      <w:r w:rsidRPr="00CD737E">
        <w:rPr>
          <w:rFonts w:ascii="Times New Roman" w:hAnsi="Times New Roman"/>
          <w:bCs/>
          <w:sz w:val="28"/>
          <w:szCs w:val="28"/>
        </w:rPr>
        <w:t xml:space="preserve"> нуждающихся в паллиативной медицинской помощи, техническими средствами реабилитации.</w:t>
      </w:r>
    </w:p>
    <w:p w:rsidR="00C57DF9" w:rsidRPr="00CD737E" w:rsidRDefault="00C57DF9" w:rsidP="00CD737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CD737E">
        <w:rPr>
          <w:rFonts w:ascii="Times New Roman" w:hAnsi="Times New Roman"/>
          <w:sz w:val="28"/>
          <w:szCs w:val="28"/>
        </w:rPr>
        <w:t>Для указанной категории граждан срок рассмотрения заявления о предоставлении технического средства реабилитации (ТСР) сокращен с 15 дней до 7 дней, а срок обеспечения инвалида ТСР серийного производства в рамках госконтракта, заключенного с организацией, в которую выдано направление, - с 30 календарных дней до 7 календарных дней.</w:t>
      </w:r>
    </w:p>
    <w:p w:rsidR="00C57DF9" w:rsidRPr="00CD737E" w:rsidRDefault="00C57DF9" w:rsidP="00CD737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DF9" w:rsidRPr="00CD737E" w:rsidRDefault="00C57DF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57DF9" w:rsidRPr="00CD737E" w:rsidSect="00840CD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CB"/>
    <w:rsid w:val="00335B3E"/>
    <w:rsid w:val="007618CB"/>
    <w:rsid w:val="007A372D"/>
    <w:rsid w:val="00840CDE"/>
    <w:rsid w:val="00A12A09"/>
    <w:rsid w:val="00B8475E"/>
    <w:rsid w:val="00B8576D"/>
    <w:rsid w:val="00C57DF9"/>
    <w:rsid w:val="00CD737E"/>
    <w:rsid w:val="00E7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0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18C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7618C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9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F226FE6FEAE7FB33F2B69FEDCB9F495F41E3D5AA64F10066CBD515120A47FB189225EC3A9F441CD6AFE868FC4e0E6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103</Words>
  <Characters>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admin</cp:lastModifiedBy>
  <cp:revision>3</cp:revision>
  <dcterms:created xsi:type="dcterms:W3CDTF">2019-05-30T18:05:00Z</dcterms:created>
  <dcterms:modified xsi:type="dcterms:W3CDTF">2019-12-22T12:09:00Z</dcterms:modified>
</cp:coreProperties>
</file>