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DD" w:rsidRPr="0020508A" w:rsidRDefault="00155ADD" w:rsidP="0020508A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hyperlink r:id="rId4" w:history="1">
        <w:r w:rsidRPr="0020508A">
          <w:rPr>
            <w:rFonts w:ascii="Times New Roman" w:hAnsi="Times New Roman"/>
            <w:color w:val="0000FF"/>
            <w:sz w:val="28"/>
            <w:szCs w:val="28"/>
          </w:rPr>
          <w:t>Приказ</w:t>
        </w:r>
      </w:hyperlink>
      <w:r w:rsidRPr="0020508A">
        <w:rPr>
          <w:rFonts w:ascii="Times New Roman" w:hAnsi="Times New Roman"/>
          <w:color w:val="0000FF"/>
          <w:sz w:val="28"/>
          <w:szCs w:val="28"/>
        </w:rPr>
        <w:t>ом</w:t>
      </w:r>
      <w:r w:rsidRPr="0020508A">
        <w:rPr>
          <w:rFonts w:ascii="Times New Roman" w:hAnsi="Times New Roman"/>
          <w:sz w:val="28"/>
          <w:szCs w:val="28"/>
        </w:rPr>
        <w:t xml:space="preserve"> Минюста России от 28.12.2018 </w:t>
      </w:r>
      <w:r>
        <w:rPr>
          <w:rFonts w:ascii="Times New Roman" w:hAnsi="Times New Roman"/>
          <w:sz w:val="28"/>
          <w:szCs w:val="28"/>
        </w:rPr>
        <w:t>№</w:t>
      </w:r>
      <w:r w:rsidRPr="0020508A">
        <w:rPr>
          <w:rFonts w:ascii="Times New Roman" w:hAnsi="Times New Roman"/>
          <w:sz w:val="28"/>
          <w:szCs w:val="28"/>
        </w:rPr>
        <w:t xml:space="preserve"> 307 "Об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Федерации" </w:t>
      </w:r>
      <w:bookmarkStart w:id="0" w:name="_GoBack"/>
      <w:r w:rsidRPr="0020508A">
        <w:rPr>
          <w:rFonts w:ascii="Times New Roman" w:hAnsi="Times New Roman"/>
          <w:sz w:val="28"/>
          <w:szCs w:val="28"/>
        </w:rPr>
        <w:t xml:space="preserve">обновлен порядок предоставления государственной услуги по государственной регистрации актов гражданского состояния </w:t>
      </w:r>
      <w:bookmarkEnd w:id="0"/>
      <w:r w:rsidRPr="0020508A">
        <w:rPr>
          <w:rFonts w:ascii="Times New Roman" w:hAnsi="Times New Roman"/>
          <w:sz w:val="28"/>
          <w:szCs w:val="28"/>
        </w:rPr>
        <w:t>в многофункциональных центрах</w:t>
      </w:r>
    </w:p>
    <w:p w:rsidR="00155ADD" w:rsidRPr="0020508A" w:rsidRDefault="00155ADD" w:rsidP="0020508A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0508A">
        <w:rPr>
          <w:rFonts w:ascii="Times New Roman" w:hAnsi="Times New Roman"/>
          <w:sz w:val="28"/>
          <w:szCs w:val="28"/>
        </w:rPr>
        <w:t>Административным регламентом предоставления данной госуслуги установлено, что в МФЦ для заявителей предусматривается возможность непосредственной подачи заявлений о заключении брака, расторжении брака, получения повторных свидетельств и иных документов, подтверждающих наличие или отсутствие факта государственной регистрации акта.</w:t>
      </w:r>
    </w:p>
    <w:p w:rsidR="00155ADD" w:rsidRPr="0020508A" w:rsidRDefault="00155ADD" w:rsidP="0020508A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0508A">
        <w:rPr>
          <w:rFonts w:ascii="Times New Roman" w:hAnsi="Times New Roman"/>
          <w:sz w:val="28"/>
          <w:szCs w:val="28"/>
        </w:rPr>
        <w:t>В случае передачи в соответствии с законом об актах гражданского состояния МФЦ полномочий по регистрации отдельных актов они осуществляют регистрацию рождения и смерти в Едином государственном реестре ЗАГС.</w:t>
      </w:r>
    </w:p>
    <w:p w:rsidR="00155ADD" w:rsidRPr="0020508A" w:rsidRDefault="00155ADD" w:rsidP="0020508A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0508A">
        <w:rPr>
          <w:rFonts w:ascii="Times New Roman" w:hAnsi="Times New Roman"/>
          <w:sz w:val="28"/>
          <w:szCs w:val="28"/>
        </w:rPr>
        <w:t>Порядок передачи МФЦ в органы ЗАГС записей актов гражданского состояния о рождении и смерти, составленных на бумажном носителе, а также документов, послуживших основаниями для государственной регистрации рождения и смерти, утвержден Приказом Минюста России от 26.09.2018 N 194.</w:t>
      </w:r>
    </w:p>
    <w:p w:rsidR="00155ADD" w:rsidRPr="0020508A" w:rsidRDefault="00155ADD" w:rsidP="0020508A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0508A">
        <w:rPr>
          <w:rFonts w:ascii="Times New Roman" w:hAnsi="Times New Roman"/>
          <w:sz w:val="28"/>
          <w:szCs w:val="28"/>
        </w:rPr>
        <w:t>Признан утратившим силу Приказ Минюста России от 29.12.2017 N 298, которым был утвержден ранее действовавший регламент.</w:t>
      </w:r>
    </w:p>
    <w:p w:rsidR="00155ADD" w:rsidRDefault="00155ADD"/>
    <w:sectPr w:rsidR="00155ADD" w:rsidSect="009C1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08A"/>
    <w:rsid w:val="00155ADD"/>
    <w:rsid w:val="0020508A"/>
    <w:rsid w:val="007A372D"/>
    <w:rsid w:val="00845BED"/>
    <w:rsid w:val="00934F9A"/>
    <w:rsid w:val="009C10CE"/>
    <w:rsid w:val="00A52F0D"/>
    <w:rsid w:val="00E7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F9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0508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NoSpacing">
    <w:name w:val="No Spacing"/>
    <w:uiPriority w:val="99"/>
    <w:qFormat/>
    <w:rsid w:val="0020508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85E07877892A72BF5CA4A3931ABA4B7C5579135B3BEB261D53A6D2E10407B135A3A552AD59CB3E2F8782F6D7TCF0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228</Words>
  <Characters>1303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admin</cp:lastModifiedBy>
  <cp:revision>2</cp:revision>
  <dcterms:created xsi:type="dcterms:W3CDTF">2019-01-24T15:05:00Z</dcterms:created>
  <dcterms:modified xsi:type="dcterms:W3CDTF">2019-12-22T09:38:00Z</dcterms:modified>
</cp:coreProperties>
</file>