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AD" w:rsidRPr="007618CB" w:rsidRDefault="00856BAD" w:rsidP="007618C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7618CB">
        <w:rPr>
          <w:rFonts w:ascii="Times New Roman" w:hAnsi="Times New Roman"/>
          <w:sz w:val="28"/>
          <w:szCs w:val="28"/>
        </w:rPr>
        <w:t xml:space="preserve">Федеральным </w:t>
      </w:r>
      <w:hyperlink r:id="rId4" w:history="1">
        <w:r w:rsidRPr="007618CB">
          <w:rPr>
            <w:rFonts w:ascii="Times New Roman" w:hAnsi="Times New Roman"/>
            <w:color w:val="0000FF"/>
            <w:sz w:val="28"/>
            <w:szCs w:val="28"/>
          </w:rPr>
          <w:t>закон</w:t>
        </w:r>
      </w:hyperlink>
      <w:r w:rsidRPr="007618CB">
        <w:rPr>
          <w:rFonts w:ascii="Times New Roman" w:hAnsi="Times New Roman"/>
          <w:color w:val="0000FF"/>
          <w:sz w:val="28"/>
          <w:szCs w:val="28"/>
        </w:rPr>
        <w:t>ом</w:t>
      </w:r>
      <w:r w:rsidRPr="007618CB">
        <w:rPr>
          <w:rFonts w:ascii="Times New Roman" w:hAnsi="Times New Roman"/>
          <w:sz w:val="28"/>
          <w:szCs w:val="28"/>
        </w:rPr>
        <w:t xml:space="preserve"> от 23.04.2019 </w:t>
      </w:r>
      <w:r>
        <w:rPr>
          <w:rFonts w:ascii="Times New Roman" w:hAnsi="Times New Roman"/>
          <w:sz w:val="28"/>
          <w:szCs w:val="28"/>
        </w:rPr>
        <w:t>№</w:t>
      </w:r>
      <w:r w:rsidRPr="007618CB">
        <w:rPr>
          <w:rFonts w:ascii="Times New Roman" w:hAnsi="Times New Roman"/>
          <w:sz w:val="28"/>
          <w:szCs w:val="28"/>
        </w:rPr>
        <w:t xml:space="preserve"> 64-ФЗ внесены </w:t>
      </w:r>
      <w:bookmarkStart w:id="0" w:name="_GoBack"/>
      <w:r w:rsidRPr="007618CB">
        <w:rPr>
          <w:rFonts w:ascii="Times New Roman" w:hAnsi="Times New Roman"/>
          <w:sz w:val="28"/>
          <w:szCs w:val="28"/>
        </w:rPr>
        <w:t xml:space="preserve">изменения в статью 12.27 </w:t>
      </w:r>
      <w:bookmarkEnd w:id="0"/>
      <w:r w:rsidRPr="007618CB">
        <w:rPr>
          <w:rFonts w:ascii="Times New Roman" w:hAnsi="Times New Roman"/>
          <w:sz w:val="28"/>
          <w:szCs w:val="28"/>
        </w:rPr>
        <w:t>Кодекса Российской Федерации об административных правонарушениях"</w:t>
      </w:r>
    </w:p>
    <w:p w:rsidR="00856BAD" w:rsidRPr="007618CB" w:rsidRDefault="00856BAD" w:rsidP="007618C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7618CB">
        <w:rPr>
          <w:rFonts w:ascii="Times New Roman" w:hAnsi="Times New Roman"/>
          <w:sz w:val="28"/>
          <w:szCs w:val="28"/>
        </w:rPr>
        <w:t>Конституционный Суд РФ своим Постановлением от 25 апреля 2018 года N 17-П признал не соответствующим Конституции РФ пункт 2 примечаний к статье 264 УК РФ, в той мере, в какой в системе действующего правового регулирования он ставит лицо, управлявшее транспортным средством, в том числе в состоянии опьянения, если оно совершило нарушение правил дорожного движения или эксплуатации транспортных средств, повлекшее по неосторожности предусмотренные статьей 264 УК РФ тяжкие последствия, и скрылось с места дорожно-транспортного происшествия, в преимущественное положение - с точки зрения последствий своего поведения - по сравнению с лицами, указанными в пункте 2 примечаний к данной статье, т.е. управлявшими транспортными средствами и оставшимися на месте дорожно-транспортного происшествия, в отношении которых факт употребления вызывающих алкогольное опьянение веществ надлежащим образом установлен либо которые не выполнили законного требования о прохождении медицинского освидетельствования на состояние опьянения.</w:t>
      </w:r>
    </w:p>
    <w:p w:rsidR="00856BAD" w:rsidRPr="007618CB" w:rsidRDefault="00856BAD" w:rsidP="007618C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7618CB">
        <w:rPr>
          <w:rFonts w:ascii="Times New Roman" w:hAnsi="Times New Roman"/>
          <w:sz w:val="28"/>
          <w:szCs w:val="28"/>
        </w:rPr>
        <w:t xml:space="preserve">В этой связи Федеральным законом от 23.04.2019 </w:t>
      </w:r>
      <w:r>
        <w:rPr>
          <w:rFonts w:ascii="Times New Roman" w:hAnsi="Times New Roman"/>
          <w:sz w:val="28"/>
          <w:szCs w:val="28"/>
        </w:rPr>
        <w:t>№</w:t>
      </w:r>
      <w:r w:rsidRPr="007618CB">
        <w:rPr>
          <w:rFonts w:ascii="Times New Roman" w:hAnsi="Times New Roman"/>
          <w:sz w:val="28"/>
          <w:szCs w:val="28"/>
        </w:rPr>
        <w:t xml:space="preserve"> 65-ФЗ, в числе прочего, внесены изменения в статью 264 УК РФ, согласно которым ответственность за нарушение правил дорожного движения, повлекшее тяжкие последствия, распространена не только на лиц, совершивших указанное нарушение в состоянии алкогольного опьянения, но и скрывшихся с места его совершения.</w:t>
      </w:r>
    </w:p>
    <w:p w:rsidR="00856BAD" w:rsidRPr="007618CB" w:rsidRDefault="00856BAD" w:rsidP="007618C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7618CB">
        <w:rPr>
          <w:rFonts w:ascii="Times New Roman" w:hAnsi="Times New Roman"/>
          <w:sz w:val="28"/>
          <w:szCs w:val="28"/>
        </w:rPr>
        <w:t>С учетом изложенного настоящим Федеральным законом в диспозицию части 2 статьи 12.27 КоАП РФ внесены корреспондирующие изменения, согласно которым установленная административная ответственность будет наступать в случае оставления водителем в нарушение Правил дорожного движения места дорожно-транспортного происшествия, участником которого он являлся, при отсутствии признаков уголовно наказуемого деяния.</w:t>
      </w:r>
    </w:p>
    <w:p w:rsidR="00856BAD" w:rsidRPr="007618CB" w:rsidRDefault="00856BAD" w:rsidP="007618C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56BAD" w:rsidRPr="007618CB" w:rsidSect="00D8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CB"/>
    <w:rsid w:val="00417118"/>
    <w:rsid w:val="00725886"/>
    <w:rsid w:val="007618CB"/>
    <w:rsid w:val="007A372D"/>
    <w:rsid w:val="00856BAD"/>
    <w:rsid w:val="00D873AB"/>
    <w:rsid w:val="00E74B6D"/>
    <w:rsid w:val="00EF5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8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18C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7618C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F9519D0B2E619E4AFAC8AB58D04844188C471583E7DE2D2971AE4E32FEF0DB0D4EC2AF728532873CAE901F4EQ258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307</Words>
  <Characters>1755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admin</cp:lastModifiedBy>
  <cp:revision>2</cp:revision>
  <dcterms:created xsi:type="dcterms:W3CDTF">2019-05-30T17:57:00Z</dcterms:created>
  <dcterms:modified xsi:type="dcterms:W3CDTF">2019-12-22T09:33:00Z</dcterms:modified>
</cp:coreProperties>
</file>